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1"/>
        <w:tblW w:w="0" w:type="auto"/>
        <w:tblLook w:val="04A0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391B9D" w:rsidRPr="00391B9D" w:rsidTr="00A702DC">
        <w:trPr>
          <w:cnfStyle w:val="100000000000"/>
          <w:trHeight w:val="1160"/>
        </w:trPr>
        <w:tc>
          <w:tcPr>
            <w:cnfStyle w:val="001000000000"/>
            <w:tcW w:w="13176" w:type="dxa"/>
            <w:gridSpan w:val="7"/>
          </w:tcPr>
          <w:p w:rsidR="00391B9D" w:rsidRPr="00391B9D" w:rsidRDefault="00391B9D" w:rsidP="00AE50D3">
            <w:pPr>
              <w:jc w:val="center"/>
            </w:pPr>
            <w:r w:rsidRPr="00391B9D">
              <w:rPr>
                <w:sz w:val="96"/>
              </w:rPr>
              <w:t>August 2010</w:t>
            </w:r>
          </w:p>
        </w:tc>
      </w:tr>
      <w:tr w:rsidR="00391B9D" w:rsidRPr="00391B9D" w:rsidTr="00E051D6">
        <w:trPr>
          <w:cnfStyle w:val="000000100000"/>
          <w:trHeight w:val="530"/>
        </w:trPr>
        <w:tc>
          <w:tcPr>
            <w:cnfStyle w:val="001000000000"/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bookmarkStart w:id="0" w:name="_GoBack"/>
            <w:bookmarkEnd w:id="0"/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Saturday</w:t>
            </w:r>
          </w:p>
        </w:tc>
      </w:tr>
      <w:tr w:rsidR="00391B9D" w:rsidRPr="00391B9D" w:rsidTr="00A702DC">
        <w:trPr>
          <w:cnfStyle w:val="000000010000"/>
          <w:trHeight w:val="143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1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 w:rsidRPr="00391B9D">
              <w:t>2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 w:rsidRPr="00391B9D">
              <w:t>3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 w:rsidRPr="00391B9D">
              <w:t>4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 w:rsidRPr="00391B9D">
              <w:t>5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 w:rsidRPr="00391B9D">
              <w:t>6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 w:rsidRPr="00391B9D">
              <w:t>7</w:t>
            </w:r>
          </w:p>
        </w:tc>
      </w:tr>
      <w:tr w:rsidR="00391B9D" w:rsidRPr="00391B9D" w:rsidTr="00A702DC">
        <w:trPr>
          <w:cnfStyle w:val="000000100000"/>
          <w:trHeight w:val="134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8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 w:rsidRPr="00391B9D">
              <w:t>9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 w:rsidRPr="00391B9D">
              <w:t>10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 w:rsidRPr="00391B9D">
              <w:t>11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 w:rsidRPr="00391B9D">
              <w:t>12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 w:rsidRPr="00391B9D">
              <w:t>13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 w:rsidRPr="00391B9D">
              <w:t>14</w:t>
            </w:r>
          </w:p>
        </w:tc>
      </w:tr>
      <w:tr w:rsidR="00391B9D" w:rsidRPr="00391B9D" w:rsidTr="00A702DC">
        <w:trPr>
          <w:cnfStyle w:val="000000010000"/>
          <w:trHeight w:val="125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15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 w:rsidRPr="00391B9D">
              <w:t>16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 w:rsidRPr="00391B9D">
              <w:t>17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 w:rsidRPr="00391B9D">
              <w:t>18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 w:rsidRPr="00391B9D">
              <w:t>19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 w:rsidRPr="00391B9D">
              <w:t>20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 w:rsidRPr="00391B9D">
              <w:t>21</w:t>
            </w:r>
          </w:p>
        </w:tc>
      </w:tr>
      <w:tr w:rsidR="00391B9D" w:rsidRPr="00391B9D" w:rsidTr="00A702DC">
        <w:trPr>
          <w:cnfStyle w:val="000000100000"/>
          <w:trHeight w:val="143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22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 w:rsidRPr="00391B9D">
              <w:t>23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 w:rsidRPr="00391B9D">
              <w:t>24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 w:rsidRPr="00391B9D">
              <w:t>25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 w:rsidRPr="00391B9D">
              <w:t>26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 w:rsidRPr="00391B9D">
              <w:t>27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 w:rsidRPr="00391B9D">
              <w:t>29</w:t>
            </w:r>
          </w:p>
        </w:tc>
      </w:tr>
      <w:tr w:rsidR="00391B9D" w:rsidRPr="00391B9D" w:rsidTr="00A702DC">
        <w:trPr>
          <w:cnfStyle w:val="000000010000"/>
          <w:trHeight w:val="179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29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 w:rsidRPr="00391B9D">
              <w:t>30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 w:rsidRPr="00391B9D">
              <w:t>31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</w:tr>
    </w:tbl>
    <w:p w:rsidR="00391B9D" w:rsidRDefault="00391B9D" w:rsidP="00391B9D">
      <w:pPr>
        <w:sectPr w:rsidR="00391B9D" w:rsidSect="00391B9D">
          <w:pgSz w:w="15840" w:h="12240" w:orient="landscape" w:code="1"/>
          <w:pgMar w:top="1080" w:right="144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2"/>
        <w:tblW w:w="0" w:type="auto"/>
        <w:tblLook w:val="04A0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391B9D" w:rsidRPr="00391B9D" w:rsidTr="00A702DC">
        <w:trPr>
          <w:cnfStyle w:val="100000000000"/>
          <w:trHeight w:val="1160"/>
        </w:trPr>
        <w:tc>
          <w:tcPr>
            <w:cnfStyle w:val="001000000000"/>
            <w:tcW w:w="13176" w:type="dxa"/>
            <w:gridSpan w:val="7"/>
          </w:tcPr>
          <w:p w:rsidR="00391B9D" w:rsidRPr="00391B9D" w:rsidRDefault="00391B9D" w:rsidP="00AE50D3">
            <w:pPr>
              <w:jc w:val="center"/>
            </w:pPr>
            <w:r>
              <w:rPr>
                <w:sz w:val="96"/>
              </w:rPr>
              <w:lastRenderedPageBreak/>
              <w:t>September</w:t>
            </w:r>
            <w:r w:rsidRPr="00391B9D">
              <w:rPr>
                <w:sz w:val="96"/>
              </w:rPr>
              <w:t xml:space="preserve"> 2010</w:t>
            </w:r>
          </w:p>
        </w:tc>
      </w:tr>
      <w:tr w:rsidR="00A702DC" w:rsidRPr="00391B9D" w:rsidTr="00E051D6">
        <w:trPr>
          <w:cnfStyle w:val="000000100000"/>
          <w:trHeight w:val="530"/>
        </w:trPr>
        <w:tc>
          <w:tcPr>
            <w:cnfStyle w:val="001000000000"/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Saturday</w:t>
            </w:r>
          </w:p>
        </w:tc>
      </w:tr>
      <w:tr w:rsidR="00391B9D" w:rsidRPr="00391B9D" w:rsidTr="00A702DC">
        <w:trPr>
          <w:cnfStyle w:val="000000010000"/>
          <w:trHeight w:val="143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3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4</w:t>
            </w:r>
          </w:p>
        </w:tc>
      </w:tr>
      <w:tr w:rsidR="00A702DC" w:rsidRPr="00391B9D" w:rsidTr="00A702DC">
        <w:trPr>
          <w:cnfStyle w:val="000000100000"/>
          <w:trHeight w:val="134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5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6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7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8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9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10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11</w:t>
            </w:r>
          </w:p>
        </w:tc>
      </w:tr>
      <w:tr w:rsidR="00391B9D" w:rsidRPr="00391B9D" w:rsidTr="00A702DC">
        <w:trPr>
          <w:cnfStyle w:val="000000010000"/>
          <w:trHeight w:val="125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12</w:t>
            </w:r>
          </w:p>
        </w:tc>
        <w:tc>
          <w:tcPr>
            <w:tcW w:w="1882" w:type="dxa"/>
          </w:tcPr>
          <w:p w:rsidR="00391B9D" w:rsidRDefault="00391B9D" w:rsidP="00AE50D3">
            <w:pPr>
              <w:jc w:val="right"/>
              <w:cnfStyle w:val="000000010000"/>
            </w:pPr>
            <w:r>
              <w:t>13</w:t>
            </w:r>
          </w:p>
          <w:p w:rsidR="00470CC8" w:rsidRDefault="00470CC8" w:rsidP="00470CC8">
            <w:pPr>
              <w:cnfStyle w:val="000000010000"/>
            </w:pPr>
            <w:r>
              <w:t>Grade Alerts</w:t>
            </w:r>
          </w:p>
          <w:p w:rsidR="00470CC8" w:rsidRDefault="00470CC8" w:rsidP="00470CC8">
            <w:pPr>
              <w:cnfStyle w:val="000000010000"/>
            </w:pPr>
          </w:p>
          <w:p w:rsidR="00470CC8" w:rsidRDefault="00470CC8" w:rsidP="00470CC8">
            <w:pPr>
              <w:cnfStyle w:val="000000010000"/>
            </w:pPr>
            <w:r>
              <w:t>JV /V Volleyball vs. Gardendale 5:00</w:t>
            </w:r>
          </w:p>
          <w:p w:rsidR="00470CC8" w:rsidRDefault="00470CC8" w:rsidP="00470CC8">
            <w:pPr>
              <w:cnfStyle w:val="000000010000"/>
            </w:pPr>
          </w:p>
          <w:p w:rsidR="00470CC8" w:rsidRPr="00391B9D" w:rsidRDefault="00470CC8" w:rsidP="00470CC8">
            <w:pPr>
              <w:cnfStyle w:val="000000010000"/>
            </w:pPr>
            <w:r>
              <w:t>9</w:t>
            </w:r>
            <w:r w:rsidRPr="00470CC8">
              <w:rPr>
                <w:vertAlign w:val="superscript"/>
              </w:rPr>
              <w:t>th</w:t>
            </w:r>
            <w:r>
              <w:t>/JV Football vs. Oxford 5:30/7:00</w:t>
            </w:r>
          </w:p>
        </w:tc>
        <w:tc>
          <w:tcPr>
            <w:tcW w:w="1882" w:type="dxa"/>
          </w:tcPr>
          <w:p w:rsidR="00391B9D" w:rsidRDefault="00391B9D" w:rsidP="00AE50D3">
            <w:pPr>
              <w:jc w:val="right"/>
              <w:cnfStyle w:val="000000010000"/>
            </w:pPr>
            <w:r>
              <w:t>14</w:t>
            </w:r>
          </w:p>
          <w:p w:rsidR="00470CC8" w:rsidRDefault="00470CC8" w:rsidP="00470CC8">
            <w:pPr>
              <w:cnfStyle w:val="000000010000"/>
            </w:pPr>
            <w:r>
              <w:t>NHS Meeting Auditorium 7:15 am</w:t>
            </w:r>
          </w:p>
          <w:p w:rsidR="00470CC8" w:rsidRDefault="00470CC8" w:rsidP="00470CC8">
            <w:pPr>
              <w:cnfStyle w:val="000000010000"/>
            </w:pPr>
          </w:p>
          <w:p w:rsidR="00470CC8" w:rsidRPr="00391B9D" w:rsidRDefault="00470CC8" w:rsidP="00470CC8">
            <w:pPr>
              <w:cnfStyle w:val="000000010000"/>
            </w:pPr>
            <w:r>
              <w:t>V Volleyball @ Huffman 5:00</w:t>
            </w:r>
          </w:p>
        </w:tc>
        <w:tc>
          <w:tcPr>
            <w:tcW w:w="1882" w:type="dxa"/>
          </w:tcPr>
          <w:p w:rsidR="00391B9D" w:rsidRDefault="00391B9D" w:rsidP="00AE50D3">
            <w:pPr>
              <w:jc w:val="right"/>
              <w:cnfStyle w:val="000000010000"/>
            </w:pPr>
            <w:r>
              <w:t>15</w:t>
            </w:r>
          </w:p>
          <w:p w:rsidR="00470CC8" w:rsidRPr="00391B9D" w:rsidRDefault="00470CC8" w:rsidP="00470CC8">
            <w:pPr>
              <w:cnfStyle w:val="000000010000"/>
            </w:pPr>
          </w:p>
        </w:tc>
        <w:tc>
          <w:tcPr>
            <w:tcW w:w="1882" w:type="dxa"/>
          </w:tcPr>
          <w:p w:rsidR="00391B9D" w:rsidRDefault="00391B9D" w:rsidP="00AE50D3">
            <w:pPr>
              <w:jc w:val="right"/>
              <w:cnfStyle w:val="000000010000"/>
            </w:pPr>
            <w:r>
              <w:t>16</w:t>
            </w:r>
          </w:p>
          <w:p w:rsidR="00470CC8" w:rsidRPr="00391B9D" w:rsidRDefault="00470CC8" w:rsidP="00470CC8">
            <w:pPr>
              <w:cnfStyle w:val="000000010000"/>
            </w:pPr>
            <w:r>
              <w:t>JV/V Volleyball vs. Hewitt 5:00</w:t>
            </w:r>
          </w:p>
        </w:tc>
        <w:tc>
          <w:tcPr>
            <w:tcW w:w="1883" w:type="dxa"/>
          </w:tcPr>
          <w:p w:rsidR="00391B9D" w:rsidRDefault="00391B9D" w:rsidP="00AE50D3">
            <w:pPr>
              <w:jc w:val="right"/>
              <w:cnfStyle w:val="000000010000"/>
            </w:pPr>
            <w:r>
              <w:t>17</w:t>
            </w:r>
          </w:p>
          <w:p w:rsidR="00470CC8" w:rsidRDefault="00470CC8" w:rsidP="00470CC8">
            <w:pPr>
              <w:cnfStyle w:val="000000010000"/>
            </w:pPr>
            <w:r>
              <w:t>9</w:t>
            </w:r>
            <w:r w:rsidRPr="00470CC8">
              <w:rPr>
                <w:vertAlign w:val="superscript"/>
              </w:rPr>
              <w:t>th</w:t>
            </w:r>
            <w:r>
              <w:t>/10</w:t>
            </w:r>
            <w:r w:rsidRPr="00470CC8">
              <w:rPr>
                <w:vertAlign w:val="superscript"/>
              </w:rPr>
              <w:t>th</w:t>
            </w:r>
            <w:r>
              <w:t xml:space="preserve"> meeting regarding AHSGE Seniors will be called after this session concludes</w:t>
            </w:r>
          </w:p>
          <w:p w:rsidR="00470CC8" w:rsidRDefault="00470CC8" w:rsidP="00470CC8">
            <w:pPr>
              <w:cnfStyle w:val="000000010000"/>
            </w:pPr>
          </w:p>
          <w:p w:rsidR="00470CC8" w:rsidRDefault="00470CC8" w:rsidP="00470CC8">
            <w:pPr>
              <w:cnfStyle w:val="000000010000"/>
            </w:pPr>
            <w:r>
              <w:t>Senior photo albums will be delivered during lunch on Friday, September 17</w:t>
            </w:r>
          </w:p>
          <w:p w:rsidR="00470CC8" w:rsidRDefault="00470CC8" w:rsidP="00470CC8">
            <w:pPr>
              <w:cnfStyle w:val="000000010000"/>
            </w:pPr>
          </w:p>
          <w:p w:rsidR="00470CC8" w:rsidRPr="00391B9D" w:rsidRDefault="00470CC8" w:rsidP="00470CC8">
            <w:pPr>
              <w:cnfStyle w:val="000000010000"/>
            </w:pPr>
            <w:r>
              <w:t>FOOTBALL vs. Shades Valley 7:00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18</w:t>
            </w:r>
          </w:p>
        </w:tc>
      </w:tr>
      <w:tr w:rsidR="00A702DC" w:rsidRPr="00391B9D" w:rsidTr="00A702DC">
        <w:trPr>
          <w:cnfStyle w:val="000000100000"/>
          <w:trHeight w:val="143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lastRenderedPageBreak/>
              <w:t>19</w:t>
            </w:r>
          </w:p>
        </w:tc>
        <w:tc>
          <w:tcPr>
            <w:tcW w:w="1882" w:type="dxa"/>
          </w:tcPr>
          <w:p w:rsidR="00391B9D" w:rsidRDefault="00391B9D" w:rsidP="00AE50D3">
            <w:pPr>
              <w:jc w:val="right"/>
              <w:cnfStyle w:val="000000100000"/>
            </w:pPr>
            <w:r>
              <w:t>20</w:t>
            </w:r>
          </w:p>
          <w:p w:rsidR="00470CC8" w:rsidRDefault="00470CC8" w:rsidP="00470CC8">
            <w:pPr>
              <w:cnfStyle w:val="000000100000"/>
            </w:pPr>
            <w:r>
              <w:t>AHSGE Social Studies</w:t>
            </w:r>
          </w:p>
          <w:p w:rsidR="00470CC8" w:rsidRDefault="00470CC8" w:rsidP="00470CC8">
            <w:pPr>
              <w:cnfStyle w:val="000000100000"/>
            </w:pPr>
          </w:p>
          <w:p w:rsidR="00470CC8" w:rsidRPr="00391B9D" w:rsidRDefault="00470CC8" w:rsidP="00470CC8">
            <w:pPr>
              <w:cnfStyle w:val="000000100000"/>
            </w:pPr>
            <w:r>
              <w:t>9</w:t>
            </w:r>
            <w:r w:rsidRPr="00470CC8">
              <w:rPr>
                <w:vertAlign w:val="superscript"/>
              </w:rPr>
              <w:t>th</w:t>
            </w:r>
            <w:r>
              <w:t>/JV Football @ Shades Valley 5:30/7:00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21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22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23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24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25</w:t>
            </w:r>
          </w:p>
        </w:tc>
      </w:tr>
      <w:tr w:rsidR="00391B9D" w:rsidRPr="00391B9D" w:rsidTr="00A702DC">
        <w:trPr>
          <w:cnfStyle w:val="000000010000"/>
          <w:trHeight w:val="179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26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27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28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29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30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</w:tr>
    </w:tbl>
    <w:p w:rsidR="00391B9D" w:rsidRDefault="00391B9D" w:rsidP="00391B9D">
      <w:pPr>
        <w:sectPr w:rsidR="00391B9D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3"/>
        <w:tblW w:w="0" w:type="auto"/>
        <w:tblLook w:val="04A0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391B9D" w:rsidRPr="00391B9D" w:rsidTr="00A702DC">
        <w:trPr>
          <w:cnfStyle w:val="100000000000"/>
          <w:trHeight w:val="1160"/>
        </w:trPr>
        <w:tc>
          <w:tcPr>
            <w:cnfStyle w:val="001000000000"/>
            <w:tcW w:w="13176" w:type="dxa"/>
            <w:gridSpan w:val="7"/>
          </w:tcPr>
          <w:p w:rsidR="00391B9D" w:rsidRPr="00391B9D" w:rsidRDefault="00391B9D" w:rsidP="00AE50D3">
            <w:pPr>
              <w:jc w:val="center"/>
            </w:pPr>
            <w:r>
              <w:rPr>
                <w:sz w:val="96"/>
              </w:rPr>
              <w:lastRenderedPageBreak/>
              <w:t>October</w:t>
            </w:r>
            <w:r w:rsidRPr="00391B9D">
              <w:rPr>
                <w:sz w:val="96"/>
              </w:rPr>
              <w:t xml:space="preserve"> 2010</w:t>
            </w:r>
          </w:p>
        </w:tc>
      </w:tr>
      <w:tr w:rsidR="00391B9D" w:rsidRPr="00391B9D" w:rsidTr="00E051D6">
        <w:trPr>
          <w:cnfStyle w:val="000000100000"/>
          <w:trHeight w:val="530"/>
        </w:trPr>
        <w:tc>
          <w:tcPr>
            <w:cnfStyle w:val="001000000000"/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Saturday</w:t>
            </w:r>
          </w:p>
        </w:tc>
      </w:tr>
      <w:tr w:rsidR="00391B9D" w:rsidRPr="00391B9D" w:rsidTr="00A702DC">
        <w:trPr>
          <w:cnfStyle w:val="000000010000"/>
          <w:trHeight w:val="143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</w:t>
            </w:r>
          </w:p>
        </w:tc>
      </w:tr>
      <w:tr w:rsidR="00391B9D" w:rsidRPr="00391B9D" w:rsidTr="00A702DC">
        <w:trPr>
          <w:cnfStyle w:val="000000100000"/>
          <w:trHeight w:val="134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3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4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5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6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7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8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9</w:t>
            </w:r>
          </w:p>
        </w:tc>
      </w:tr>
      <w:tr w:rsidR="00391B9D" w:rsidRPr="00391B9D" w:rsidTr="00A702DC">
        <w:trPr>
          <w:cnfStyle w:val="000000010000"/>
          <w:trHeight w:val="125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10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11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12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13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14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15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16</w:t>
            </w:r>
          </w:p>
        </w:tc>
      </w:tr>
      <w:tr w:rsidR="00391B9D" w:rsidRPr="00391B9D" w:rsidTr="00A702DC">
        <w:trPr>
          <w:cnfStyle w:val="000000100000"/>
          <w:trHeight w:val="143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17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18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19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20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21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22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23</w:t>
            </w:r>
          </w:p>
        </w:tc>
      </w:tr>
      <w:tr w:rsidR="00391B9D" w:rsidRPr="00391B9D" w:rsidTr="00A702DC">
        <w:trPr>
          <w:cnfStyle w:val="000000010000"/>
          <w:trHeight w:val="893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24</w:t>
            </w:r>
          </w:p>
        </w:tc>
        <w:tc>
          <w:tcPr>
            <w:tcW w:w="1882" w:type="dxa"/>
            <w:vMerge w:val="restart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25</w:t>
            </w:r>
          </w:p>
        </w:tc>
        <w:tc>
          <w:tcPr>
            <w:tcW w:w="1882" w:type="dxa"/>
            <w:vMerge w:val="restart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26</w:t>
            </w:r>
          </w:p>
        </w:tc>
        <w:tc>
          <w:tcPr>
            <w:tcW w:w="1882" w:type="dxa"/>
            <w:vMerge w:val="restart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27</w:t>
            </w:r>
          </w:p>
        </w:tc>
        <w:tc>
          <w:tcPr>
            <w:tcW w:w="1882" w:type="dxa"/>
            <w:vMerge w:val="restart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28</w:t>
            </w:r>
          </w:p>
        </w:tc>
        <w:tc>
          <w:tcPr>
            <w:tcW w:w="1883" w:type="dxa"/>
            <w:vMerge w:val="restart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29</w:t>
            </w:r>
          </w:p>
        </w:tc>
        <w:tc>
          <w:tcPr>
            <w:tcW w:w="1883" w:type="dxa"/>
            <w:vMerge w:val="restart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30</w:t>
            </w:r>
          </w:p>
        </w:tc>
      </w:tr>
      <w:tr w:rsidR="00391B9D" w:rsidRPr="00391B9D" w:rsidTr="00A702DC">
        <w:trPr>
          <w:cnfStyle w:val="000000100000"/>
          <w:trHeight w:val="892"/>
        </w:trPr>
        <w:tc>
          <w:tcPr>
            <w:cnfStyle w:val="001000000000"/>
            <w:tcW w:w="1882" w:type="dxa"/>
          </w:tcPr>
          <w:p w:rsidR="00391B9D" w:rsidRDefault="00391B9D" w:rsidP="00391B9D">
            <w:pPr>
              <w:jc w:val="right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31</w:t>
            </w:r>
          </w:p>
        </w:tc>
        <w:tc>
          <w:tcPr>
            <w:tcW w:w="1882" w:type="dxa"/>
            <w:vMerge/>
          </w:tcPr>
          <w:p w:rsidR="00391B9D" w:rsidRDefault="00391B9D" w:rsidP="00AE50D3">
            <w:pPr>
              <w:jc w:val="right"/>
              <w:cnfStyle w:val="000000100000"/>
            </w:pPr>
          </w:p>
        </w:tc>
        <w:tc>
          <w:tcPr>
            <w:tcW w:w="1882" w:type="dxa"/>
            <w:vMerge/>
          </w:tcPr>
          <w:p w:rsidR="00391B9D" w:rsidRDefault="00391B9D" w:rsidP="00AE50D3">
            <w:pPr>
              <w:jc w:val="right"/>
              <w:cnfStyle w:val="000000100000"/>
            </w:pPr>
          </w:p>
        </w:tc>
        <w:tc>
          <w:tcPr>
            <w:tcW w:w="1882" w:type="dxa"/>
            <w:vMerge/>
          </w:tcPr>
          <w:p w:rsidR="00391B9D" w:rsidRDefault="00391B9D" w:rsidP="00AE50D3">
            <w:pPr>
              <w:jc w:val="right"/>
              <w:cnfStyle w:val="000000100000"/>
            </w:pPr>
          </w:p>
        </w:tc>
        <w:tc>
          <w:tcPr>
            <w:tcW w:w="1882" w:type="dxa"/>
            <w:vMerge/>
          </w:tcPr>
          <w:p w:rsidR="00391B9D" w:rsidRDefault="00391B9D" w:rsidP="00AE50D3">
            <w:pPr>
              <w:jc w:val="right"/>
              <w:cnfStyle w:val="000000100000"/>
            </w:pPr>
          </w:p>
        </w:tc>
        <w:tc>
          <w:tcPr>
            <w:tcW w:w="1883" w:type="dxa"/>
            <w:vMerge/>
          </w:tcPr>
          <w:p w:rsidR="00391B9D" w:rsidRDefault="00391B9D" w:rsidP="00AE50D3">
            <w:pPr>
              <w:jc w:val="right"/>
              <w:cnfStyle w:val="000000100000"/>
            </w:pPr>
          </w:p>
        </w:tc>
        <w:tc>
          <w:tcPr>
            <w:tcW w:w="1883" w:type="dxa"/>
            <w:vMerge/>
          </w:tcPr>
          <w:p w:rsidR="00391B9D" w:rsidRDefault="00391B9D" w:rsidP="00AE50D3">
            <w:pPr>
              <w:jc w:val="right"/>
              <w:cnfStyle w:val="000000100000"/>
            </w:pPr>
          </w:p>
        </w:tc>
      </w:tr>
    </w:tbl>
    <w:p w:rsidR="00391B9D" w:rsidRDefault="00391B9D" w:rsidP="00391B9D">
      <w:pPr>
        <w:sectPr w:rsidR="00391B9D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4"/>
        <w:tblW w:w="0" w:type="auto"/>
        <w:tblLook w:val="04A0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391B9D" w:rsidRPr="00391B9D" w:rsidTr="00A702DC">
        <w:trPr>
          <w:cnfStyle w:val="100000000000"/>
          <w:trHeight w:val="1160"/>
        </w:trPr>
        <w:tc>
          <w:tcPr>
            <w:cnfStyle w:val="001000000000"/>
            <w:tcW w:w="13176" w:type="dxa"/>
            <w:gridSpan w:val="7"/>
          </w:tcPr>
          <w:p w:rsidR="00391B9D" w:rsidRPr="00391B9D" w:rsidRDefault="00391B9D" w:rsidP="00AE50D3">
            <w:pPr>
              <w:jc w:val="center"/>
            </w:pPr>
            <w:r>
              <w:rPr>
                <w:sz w:val="96"/>
              </w:rPr>
              <w:lastRenderedPageBreak/>
              <w:t>November</w:t>
            </w:r>
            <w:r w:rsidRPr="00391B9D">
              <w:rPr>
                <w:sz w:val="96"/>
              </w:rPr>
              <w:t xml:space="preserve"> 2010</w:t>
            </w:r>
          </w:p>
        </w:tc>
      </w:tr>
      <w:tr w:rsidR="00391B9D" w:rsidRPr="00391B9D" w:rsidTr="00E051D6">
        <w:trPr>
          <w:cnfStyle w:val="000000100000"/>
          <w:trHeight w:val="530"/>
        </w:trPr>
        <w:tc>
          <w:tcPr>
            <w:cnfStyle w:val="001000000000"/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Saturday</w:t>
            </w:r>
          </w:p>
        </w:tc>
      </w:tr>
      <w:tr w:rsidR="00391B9D" w:rsidRPr="00391B9D" w:rsidTr="00A702DC">
        <w:trPr>
          <w:cnfStyle w:val="000000010000"/>
          <w:trHeight w:val="143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3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4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5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6</w:t>
            </w:r>
          </w:p>
        </w:tc>
      </w:tr>
      <w:tr w:rsidR="00391B9D" w:rsidRPr="00391B9D" w:rsidTr="00A702DC">
        <w:trPr>
          <w:cnfStyle w:val="000000100000"/>
          <w:trHeight w:val="134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7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8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9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10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11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12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13</w:t>
            </w:r>
          </w:p>
        </w:tc>
      </w:tr>
      <w:tr w:rsidR="00391B9D" w:rsidRPr="00391B9D" w:rsidTr="00A702DC">
        <w:trPr>
          <w:cnfStyle w:val="000000010000"/>
          <w:trHeight w:val="125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14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15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16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17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18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19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20</w:t>
            </w:r>
          </w:p>
        </w:tc>
      </w:tr>
      <w:tr w:rsidR="00391B9D" w:rsidRPr="00391B9D" w:rsidTr="00A702DC">
        <w:trPr>
          <w:cnfStyle w:val="000000100000"/>
          <w:trHeight w:val="143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21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22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23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24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25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26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27</w:t>
            </w:r>
          </w:p>
        </w:tc>
      </w:tr>
      <w:tr w:rsidR="00391B9D" w:rsidRPr="00391B9D" w:rsidTr="00A702DC">
        <w:trPr>
          <w:cnfStyle w:val="000000010000"/>
          <w:trHeight w:val="179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28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29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30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</w:tr>
    </w:tbl>
    <w:p w:rsidR="00391B9D" w:rsidRDefault="00391B9D" w:rsidP="00391B9D">
      <w:pPr>
        <w:sectPr w:rsidR="00391B9D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5"/>
        <w:tblW w:w="0" w:type="auto"/>
        <w:tblLook w:val="04A0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391B9D" w:rsidRPr="00391B9D" w:rsidTr="00A702DC">
        <w:trPr>
          <w:cnfStyle w:val="100000000000"/>
          <w:trHeight w:val="1160"/>
        </w:trPr>
        <w:tc>
          <w:tcPr>
            <w:cnfStyle w:val="001000000000"/>
            <w:tcW w:w="13176" w:type="dxa"/>
            <w:gridSpan w:val="7"/>
          </w:tcPr>
          <w:p w:rsidR="00391B9D" w:rsidRPr="00391B9D" w:rsidRDefault="00391B9D" w:rsidP="00AE50D3">
            <w:pPr>
              <w:jc w:val="center"/>
            </w:pPr>
            <w:r>
              <w:rPr>
                <w:sz w:val="96"/>
              </w:rPr>
              <w:lastRenderedPageBreak/>
              <w:t>December</w:t>
            </w:r>
            <w:r w:rsidRPr="00391B9D">
              <w:rPr>
                <w:sz w:val="96"/>
              </w:rPr>
              <w:t xml:space="preserve"> 2010</w:t>
            </w:r>
          </w:p>
        </w:tc>
      </w:tr>
      <w:tr w:rsidR="00391B9D" w:rsidRPr="00391B9D" w:rsidTr="00E051D6">
        <w:trPr>
          <w:cnfStyle w:val="000000100000"/>
          <w:trHeight w:val="530"/>
        </w:trPr>
        <w:tc>
          <w:tcPr>
            <w:cnfStyle w:val="001000000000"/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Saturday</w:t>
            </w:r>
          </w:p>
        </w:tc>
      </w:tr>
      <w:tr w:rsidR="00391B9D" w:rsidRPr="00391B9D" w:rsidTr="00A702DC">
        <w:trPr>
          <w:cnfStyle w:val="000000010000"/>
          <w:trHeight w:val="143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3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4</w:t>
            </w:r>
          </w:p>
        </w:tc>
      </w:tr>
      <w:tr w:rsidR="00391B9D" w:rsidRPr="00391B9D" w:rsidTr="00A702DC">
        <w:trPr>
          <w:cnfStyle w:val="000000100000"/>
          <w:trHeight w:val="134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5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6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7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8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9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10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11</w:t>
            </w:r>
          </w:p>
        </w:tc>
      </w:tr>
      <w:tr w:rsidR="00391B9D" w:rsidRPr="00391B9D" w:rsidTr="00A702DC">
        <w:trPr>
          <w:cnfStyle w:val="000000010000"/>
          <w:trHeight w:val="125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12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13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14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15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16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17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18</w:t>
            </w:r>
          </w:p>
        </w:tc>
      </w:tr>
      <w:tr w:rsidR="00391B9D" w:rsidRPr="00391B9D" w:rsidTr="00A702DC">
        <w:trPr>
          <w:cnfStyle w:val="000000100000"/>
          <w:trHeight w:val="143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19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20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21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22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23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24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25</w:t>
            </w:r>
          </w:p>
        </w:tc>
      </w:tr>
      <w:tr w:rsidR="00391B9D" w:rsidRPr="00391B9D" w:rsidTr="00A702DC">
        <w:trPr>
          <w:cnfStyle w:val="000000010000"/>
          <w:trHeight w:val="179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26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27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28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29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30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31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</w:tr>
    </w:tbl>
    <w:p w:rsidR="00391B9D" w:rsidRDefault="00391B9D" w:rsidP="00391B9D">
      <w:pPr>
        <w:sectPr w:rsidR="00391B9D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6"/>
        <w:tblW w:w="0" w:type="auto"/>
        <w:tblLook w:val="04A0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391B9D" w:rsidRPr="00391B9D" w:rsidTr="00A702DC">
        <w:trPr>
          <w:cnfStyle w:val="100000000000"/>
          <w:trHeight w:val="1160"/>
        </w:trPr>
        <w:tc>
          <w:tcPr>
            <w:cnfStyle w:val="001000000000"/>
            <w:tcW w:w="13176" w:type="dxa"/>
            <w:gridSpan w:val="7"/>
          </w:tcPr>
          <w:p w:rsidR="00391B9D" w:rsidRPr="00391B9D" w:rsidRDefault="00391B9D" w:rsidP="00AE50D3">
            <w:pPr>
              <w:jc w:val="center"/>
            </w:pPr>
            <w:r>
              <w:rPr>
                <w:sz w:val="96"/>
              </w:rPr>
              <w:lastRenderedPageBreak/>
              <w:t>January 2011</w:t>
            </w:r>
          </w:p>
        </w:tc>
      </w:tr>
      <w:tr w:rsidR="00391B9D" w:rsidRPr="00391B9D" w:rsidTr="00E051D6">
        <w:trPr>
          <w:cnfStyle w:val="000000100000"/>
          <w:trHeight w:val="530"/>
        </w:trPr>
        <w:tc>
          <w:tcPr>
            <w:cnfStyle w:val="001000000000"/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Saturday</w:t>
            </w:r>
          </w:p>
        </w:tc>
      </w:tr>
      <w:tr w:rsidR="00391B9D" w:rsidRPr="00391B9D" w:rsidTr="00A702DC">
        <w:trPr>
          <w:cnfStyle w:val="000000010000"/>
          <w:trHeight w:val="143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</w:t>
            </w:r>
          </w:p>
        </w:tc>
      </w:tr>
      <w:tr w:rsidR="00391B9D" w:rsidRPr="00391B9D" w:rsidTr="00A702DC">
        <w:trPr>
          <w:cnfStyle w:val="000000100000"/>
          <w:trHeight w:val="134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3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4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5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6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7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8</w:t>
            </w:r>
          </w:p>
        </w:tc>
      </w:tr>
      <w:tr w:rsidR="00391B9D" w:rsidRPr="00391B9D" w:rsidTr="00A702DC">
        <w:trPr>
          <w:cnfStyle w:val="000000010000"/>
          <w:trHeight w:val="125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9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10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11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12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13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14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15</w:t>
            </w:r>
          </w:p>
        </w:tc>
      </w:tr>
      <w:tr w:rsidR="00391B9D" w:rsidRPr="00391B9D" w:rsidTr="00A702DC">
        <w:trPr>
          <w:cnfStyle w:val="000000100000"/>
          <w:trHeight w:val="143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16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17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18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19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20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21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22</w:t>
            </w:r>
          </w:p>
        </w:tc>
      </w:tr>
      <w:tr w:rsidR="00391B9D" w:rsidRPr="00391B9D" w:rsidTr="00A702DC">
        <w:trPr>
          <w:cnfStyle w:val="000000010000"/>
          <w:trHeight w:val="893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23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24</w:t>
            </w:r>
          </w:p>
        </w:tc>
        <w:tc>
          <w:tcPr>
            <w:tcW w:w="1882" w:type="dxa"/>
            <w:vMerge w:val="restart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25</w:t>
            </w:r>
          </w:p>
        </w:tc>
        <w:tc>
          <w:tcPr>
            <w:tcW w:w="1882" w:type="dxa"/>
            <w:vMerge w:val="restart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26</w:t>
            </w:r>
          </w:p>
        </w:tc>
        <w:tc>
          <w:tcPr>
            <w:tcW w:w="1882" w:type="dxa"/>
            <w:vMerge w:val="restart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27</w:t>
            </w:r>
          </w:p>
        </w:tc>
        <w:tc>
          <w:tcPr>
            <w:tcW w:w="1883" w:type="dxa"/>
            <w:vMerge w:val="restart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28</w:t>
            </w:r>
          </w:p>
        </w:tc>
        <w:tc>
          <w:tcPr>
            <w:tcW w:w="1883" w:type="dxa"/>
            <w:vMerge w:val="restart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29</w:t>
            </w:r>
          </w:p>
        </w:tc>
      </w:tr>
      <w:tr w:rsidR="00391B9D" w:rsidRPr="00391B9D" w:rsidTr="00A702DC">
        <w:trPr>
          <w:cnfStyle w:val="000000100000"/>
          <w:trHeight w:val="892"/>
        </w:trPr>
        <w:tc>
          <w:tcPr>
            <w:cnfStyle w:val="001000000000"/>
            <w:tcW w:w="1882" w:type="dxa"/>
          </w:tcPr>
          <w:p w:rsidR="00391B9D" w:rsidRDefault="00391B9D" w:rsidP="00AE50D3">
            <w:pPr>
              <w:jc w:val="right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30</w:t>
            </w:r>
          </w:p>
        </w:tc>
        <w:tc>
          <w:tcPr>
            <w:tcW w:w="1882" w:type="dxa"/>
          </w:tcPr>
          <w:p w:rsidR="00391B9D" w:rsidRDefault="00391B9D" w:rsidP="00AE50D3">
            <w:pPr>
              <w:jc w:val="right"/>
              <w:cnfStyle w:val="000000100000"/>
            </w:pPr>
            <w:r>
              <w:t>31</w:t>
            </w:r>
          </w:p>
        </w:tc>
        <w:tc>
          <w:tcPr>
            <w:tcW w:w="1882" w:type="dxa"/>
            <w:vMerge/>
          </w:tcPr>
          <w:p w:rsidR="00391B9D" w:rsidRDefault="00391B9D" w:rsidP="00AE50D3">
            <w:pPr>
              <w:jc w:val="right"/>
              <w:cnfStyle w:val="000000100000"/>
            </w:pPr>
          </w:p>
        </w:tc>
        <w:tc>
          <w:tcPr>
            <w:tcW w:w="1882" w:type="dxa"/>
            <w:vMerge/>
          </w:tcPr>
          <w:p w:rsidR="00391B9D" w:rsidRDefault="00391B9D" w:rsidP="00AE50D3">
            <w:pPr>
              <w:jc w:val="right"/>
              <w:cnfStyle w:val="000000100000"/>
            </w:pPr>
          </w:p>
        </w:tc>
        <w:tc>
          <w:tcPr>
            <w:tcW w:w="1882" w:type="dxa"/>
            <w:vMerge/>
          </w:tcPr>
          <w:p w:rsidR="00391B9D" w:rsidRDefault="00391B9D" w:rsidP="00AE50D3">
            <w:pPr>
              <w:jc w:val="right"/>
              <w:cnfStyle w:val="000000100000"/>
            </w:pPr>
          </w:p>
        </w:tc>
        <w:tc>
          <w:tcPr>
            <w:tcW w:w="1883" w:type="dxa"/>
            <w:vMerge/>
          </w:tcPr>
          <w:p w:rsidR="00391B9D" w:rsidRDefault="00391B9D" w:rsidP="00AE50D3">
            <w:pPr>
              <w:jc w:val="right"/>
              <w:cnfStyle w:val="000000100000"/>
            </w:pPr>
          </w:p>
        </w:tc>
        <w:tc>
          <w:tcPr>
            <w:tcW w:w="1883" w:type="dxa"/>
            <w:vMerge/>
          </w:tcPr>
          <w:p w:rsidR="00391B9D" w:rsidRDefault="00391B9D" w:rsidP="00AE50D3">
            <w:pPr>
              <w:jc w:val="right"/>
              <w:cnfStyle w:val="000000100000"/>
            </w:pPr>
          </w:p>
        </w:tc>
      </w:tr>
    </w:tbl>
    <w:p w:rsidR="00391B9D" w:rsidRDefault="00391B9D" w:rsidP="00391B9D">
      <w:pPr>
        <w:sectPr w:rsidR="00391B9D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1"/>
        <w:tblW w:w="0" w:type="auto"/>
        <w:tblLook w:val="04A0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391B9D" w:rsidRPr="00391B9D" w:rsidTr="00A702DC">
        <w:trPr>
          <w:cnfStyle w:val="100000000000"/>
          <w:trHeight w:val="1160"/>
        </w:trPr>
        <w:tc>
          <w:tcPr>
            <w:cnfStyle w:val="001000000000"/>
            <w:tcW w:w="13176" w:type="dxa"/>
            <w:gridSpan w:val="7"/>
          </w:tcPr>
          <w:p w:rsidR="00391B9D" w:rsidRPr="00391B9D" w:rsidRDefault="00391B9D" w:rsidP="00AE50D3">
            <w:pPr>
              <w:jc w:val="center"/>
            </w:pPr>
            <w:r>
              <w:rPr>
                <w:sz w:val="96"/>
              </w:rPr>
              <w:lastRenderedPageBreak/>
              <w:t>February 2011</w:t>
            </w:r>
          </w:p>
        </w:tc>
      </w:tr>
      <w:tr w:rsidR="00391B9D" w:rsidRPr="00391B9D" w:rsidTr="00E051D6">
        <w:trPr>
          <w:cnfStyle w:val="000000100000"/>
          <w:trHeight w:val="530"/>
        </w:trPr>
        <w:tc>
          <w:tcPr>
            <w:cnfStyle w:val="001000000000"/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Saturday</w:t>
            </w:r>
          </w:p>
        </w:tc>
      </w:tr>
      <w:tr w:rsidR="00391B9D" w:rsidRPr="00391B9D" w:rsidTr="00A702DC">
        <w:trPr>
          <w:cnfStyle w:val="000000010000"/>
          <w:trHeight w:val="143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3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4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5</w:t>
            </w:r>
          </w:p>
        </w:tc>
      </w:tr>
      <w:tr w:rsidR="00391B9D" w:rsidRPr="00391B9D" w:rsidTr="00A702DC">
        <w:trPr>
          <w:cnfStyle w:val="000000100000"/>
          <w:trHeight w:val="134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6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7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8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9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10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11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12</w:t>
            </w:r>
          </w:p>
        </w:tc>
      </w:tr>
      <w:tr w:rsidR="00391B9D" w:rsidRPr="00391B9D" w:rsidTr="00A702DC">
        <w:trPr>
          <w:cnfStyle w:val="000000010000"/>
          <w:trHeight w:val="125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13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14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15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16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17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18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19</w:t>
            </w:r>
          </w:p>
        </w:tc>
      </w:tr>
      <w:tr w:rsidR="00391B9D" w:rsidRPr="00391B9D" w:rsidTr="00A702DC">
        <w:trPr>
          <w:cnfStyle w:val="000000100000"/>
          <w:trHeight w:val="143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20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21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22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23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24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25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26</w:t>
            </w:r>
          </w:p>
        </w:tc>
      </w:tr>
      <w:tr w:rsidR="00391B9D" w:rsidRPr="00391B9D" w:rsidTr="00A702DC">
        <w:trPr>
          <w:cnfStyle w:val="000000010000"/>
          <w:trHeight w:val="179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27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28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</w:tr>
    </w:tbl>
    <w:p w:rsidR="00391B9D" w:rsidRDefault="00391B9D" w:rsidP="00391B9D">
      <w:pPr>
        <w:sectPr w:rsidR="00391B9D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2"/>
        <w:tblW w:w="0" w:type="auto"/>
        <w:tblLook w:val="04A0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391B9D" w:rsidRPr="00391B9D" w:rsidTr="00A702DC">
        <w:trPr>
          <w:cnfStyle w:val="100000000000"/>
          <w:trHeight w:val="1160"/>
        </w:trPr>
        <w:tc>
          <w:tcPr>
            <w:cnfStyle w:val="001000000000"/>
            <w:tcW w:w="13176" w:type="dxa"/>
            <w:gridSpan w:val="7"/>
          </w:tcPr>
          <w:p w:rsidR="00391B9D" w:rsidRPr="00391B9D" w:rsidRDefault="00391B9D" w:rsidP="00AE50D3">
            <w:pPr>
              <w:jc w:val="center"/>
            </w:pPr>
            <w:r>
              <w:rPr>
                <w:sz w:val="96"/>
              </w:rPr>
              <w:lastRenderedPageBreak/>
              <w:t>March 2011</w:t>
            </w:r>
          </w:p>
        </w:tc>
      </w:tr>
      <w:tr w:rsidR="00391B9D" w:rsidRPr="00391B9D" w:rsidTr="00E051D6">
        <w:trPr>
          <w:cnfStyle w:val="000000100000"/>
          <w:trHeight w:val="530"/>
        </w:trPr>
        <w:tc>
          <w:tcPr>
            <w:cnfStyle w:val="001000000000"/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391B9D" w:rsidRPr="00391B9D" w:rsidRDefault="00391B9D" w:rsidP="00E051D6">
            <w:pPr>
              <w:jc w:val="center"/>
              <w:cnfStyle w:val="000000100000"/>
            </w:pPr>
            <w:r w:rsidRPr="00391B9D">
              <w:t>Saturday</w:t>
            </w:r>
          </w:p>
        </w:tc>
      </w:tr>
      <w:tr w:rsidR="00391B9D" w:rsidRPr="00391B9D" w:rsidTr="00A702DC">
        <w:trPr>
          <w:cnfStyle w:val="000000010000"/>
          <w:trHeight w:val="143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3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4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5</w:t>
            </w:r>
          </w:p>
        </w:tc>
      </w:tr>
      <w:tr w:rsidR="00391B9D" w:rsidRPr="00391B9D" w:rsidTr="00A702DC">
        <w:trPr>
          <w:cnfStyle w:val="000000100000"/>
          <w:trHeight w:val="134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6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7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8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9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10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11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12</w:t>
            </w:r>
          </w:p>
        </w:tc>
      </w:tr>
      <w:tr w:rsidR="00391B9D" w:rsidRPr="00391B9D" w:rsidTr="00A702DC">
        <w:trPr>
          <w:cnfStyle w:val="000000010000"/>
          <w:trHeight w:val="125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13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14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15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16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17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18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19</w:t>
            </w:r>
          </w:p>
        </w:tc>
      </w:tr>
      <w:tr w:rsidR="00391B9D" w:rsidRPr="00391B9D" w:rsidTr="00A702DC">
        <w:trPr>
          <w:cnfStyle w:val="000000100000"/>
          <w:trHeight w:val="143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20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21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22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23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24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25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100000"/>
            </w:pPr>
            <w:r>
              <w:t>26</w:t>
            </w:r>
          </w:p>
        </w:tc>
      </w:tr>
      <w:tr w:rsidR="00391B9D" w:rsidRPr="00391B9D" w:rsidTr="00A702DC">
        <w:trPr>
          <w:cnfStyle w:val="000000010000"/>
          <w:trHeight w:val="1790"/>
        </w:trPr>
        <w:tc>
          <w:tcPr>
            <w:cnfStyle w:val="001000000000"/>
            <w:tcW w:w="1882" w:type="dxa"/>
          </w:tcPr>
          <w:p w:rsidR="00391B9D" w:rsidRPr="00391B9D" w:rsidRDefault="00391B9D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27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28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29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30</w:t>
            </w:r>
          </w:p>
        </w:tc>
        <w:tc>
          <w:tcPr>
            <w:tcW w:w="1882" w:type="dxa"/>
          </w:tcPr>
          <w:p w:rsidR="00391B9D" w:rsidRPr="00391B9D" w:rsidRDefault="00391B9D" w:rsidP="00AE50D3">
            <w:pPr>
              <w:jc w:val="right"/>
              <w:cnfStyle w:val="000000010000"/>
            </w:pPr>
            <w:r>
              <w:t>31</w:t>
            </w: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391B9D" w:rsidRPr="00391B9D" w:rsidRDefault="00391B9D" w:rsidP="00AE50D3">
            <w:pPr>
              <w:jc w:val="right"/>
              <w:cnfStyle w:val="000000010000"/>
            </w:pPr>
          </w:p>
        </w:tc>
      </w:tr>
    </w:tbl>
    <w:p w:rsidR="00391B9D" w:rsidRDefault="00391B9D" w:rsidP="00391B9D">
      <w:pPr>
        <w:sectPr w:rsidR="00391B9D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3"/>
        <w:tblW w:w="0" w:type="auto"/>
        <w:tblLook w:val="04A0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284534" w:rsidRPr="00391B9D" w:rsidTr="00A702DC">
        <w:trPr>
          <w:cnfStyle w:val="100000000000"/>
          <w:trHeight w:val="1160"/>
        </w:trPr>
        <w:tc>
          <w:tcPr>
            <w:cnfStyle w:val="001000000000"/>
            <w:tcW w:w="13176" w:type="dxa"/>
            <w:gridSpan w:val="7"/>
          </w:tcPr>
          <w:p w:rsidR="00284534" w:rsidRPr="00391B9D" w:rsidRDefault="00284534" w:rsidP="00AE50D3">
            <w:pPr>
              <w:jc w:val="center"/>
            </w:pPr>
            <w:r>
              <w:rPr>
                <w:sz w:val="96"/>
              </w:rPr>
              <w:lastRenderedPageBreak/>
              <w:t>April 2011</w:t>
            </w:r>
          </w:p>
        </w:tc>
      </w:tr>
      <w:tr w:rsidR="00284534" w:rsidRPr="00391B9D" w:rsidTr="00E051D6">
        <w:trPr>
          <w:cnfStyle w:val="000000100000"/>
          <w:trHeight w:val="530"/>
        </w:trPr>
        <w:tc>
          <w:tcPr>
            <w:cnfStyle w:val="001000000000"/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Saturday</w:t>
            </w:r>
          </w:p>
        </w:tc>
      </w:tr>
      <w:tr w:rsidR="00284534" w:rsidRPr="00391B9D" w:rsidTr="00A702DC">
        <w:trPr>
          <w:cnfStyle w:val="000000010000"/>
          <w:trHeight w:val="143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</w:t>
            </w:r>
          </w:p>
        </w:tc>
      </w:tr>
      <w:tr w:rsidR="00284534" w:rsidRPr="00391B9D" w:rsidTr="00A702DC">
        <w:trPr>
          <w:cnfStyle w:val="000000100000"/>
          <w:trHeight w:val="134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3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4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5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6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7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8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9</w:t>
            </w:r>
          </w:p>
        </w:tc>
      </w:tr>
      <w:tr w:rsidR="00284534" w:rsidRPr="00391B9D" w:rsidTr="00A702DC">
        <w:trPr>
          <w:cnfStyle w:val="000000010000"/>
          <w:trHeight w:val="125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10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11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12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13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14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15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16</w:t>
            </w:r>
          </w:p>
        </w:tc>
      </w:tr>
      <w:tr w:rsidR="00284534" w:rsidRPr="00391B9D" w:rsidTr="00A702DC">
        <w:trPr>
          <w:cnfStyle w:val="000000100000"/>
          <w:trHeight w:val="143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17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18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19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20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21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22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23</w:t>
            </w:r>
          </w:p>
        </w:tc>
      </w:tr>
      <w:tr w:rsidR="00284534" w:rsidRPr="00391B9D" w:rsidTr="00A702DC">
        <w:trPr>
          <w:cnfStyle w:val="000000010000"/>
          <w:trHeight w:val="1805"/>
        </w:trPr>
        <w:tc>
          <w:tcPr>
            <w:cnfStyle w:val="001000000000"/>
            <w:tcW w:w="1882" w:type="dxa"/>
          </w:tcPr>
          <w:p w:rsidR="00284534" w:rsidRPr="00284534" w:rsidRDefault="00284534" w:rsidP="00284534">
            <w:pPr>
              <w:jc w:val="right"/>
              <w:rPr>
                <w:rFonts w:cstheme="minorHAnsi"/>
                <w:bCs w:val="0"/>
              </w:rPr>
            </w:pPr>
            <w:r>
              <w:rPr>
                <w:rFonts w:asciiTheme="minorHAnsi" w:hAnsiTheme="minorHAnsi" w:cstheme="minorHAnsi"/>
                <w:b w:val="0"/>
              </w:rPr>
              <w:t>24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25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26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27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28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29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30</w:t>
            </w:r>
          </w:p>
        </w:tc>
      </w:tr>
    </w:tbl>
    <w:p w:rsidR="00284534" w:rsidRDefault="00284534" w:rsidP="00391B9D">
      <w:pPr>
        <w:sectPr w:rsidR="00284534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4"/>
        <w:tblW w:w="0" w:type="auto"/>
        <w:tblLook w:val="04A0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284534" w:rsidRPr="00391B9D" w:rsidTr="00AE50D3">
        <w:trPr>
          <w:cnfStyle w:val="100000000000"/>
          <w:trHeight w:val="1160"/>
        </w:trPr>
        <w:tc>
          <w:tcPr>
            <w:cnfStyle w:val="001000000000"/>
            <w:tcW w:w="13176" w:type="dxa"/>
            <w:gridSpan w:val="7"/>
          </w:tcPr>
          <w:p w:rsidR="00284534" w:rsidRPr="00391B9D" w:rsidRDefault="00284534" w:rsidP="00AE50D3">
            <w:pPr>
              <w:jc w:val="center"/>
            </w:pPr>
            <w:r>
              <w:rPr>
                <w:sz w:val="96"/>
              </w:rPr>
              <w:lastRenderedPageBreak/>
              <w:t>May 2011</w:t>
            </w:r>
          </w:p>
        </w:tc>
      </w:tr>
      <w:tr w:rsidR="00284534" w:rsidRPr="00391B9D" w:rsidTr="00AE50D3">
        <w:trPr>
          <w:cnfStyle w:val="000000100000"/>
          <w:trHeight w:val="530"/>
        </w:trPr>
        <w:tc>
          <w:tcPr>
            <w:cnfStyle w:val="001000000000"/>
            <w:tcW w:w="1882" w:type="dxa"/>
            <w:vAlign w:val="center"/>
          </w:tcPr>
          <w:p w:rsidR="00284534" w:rsidRPr="00391B9D" w:rsidRDefault="00284534" w:rsidP="00AE50D3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AE50D3">
            <w:pPr>
              <w:jc w:val="center"/>
              <w:cnfStyle w:val="00000010000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AE50D3">
            <w:pPr>
              <w:jc w:val="center"/>
              <w:cnfStyle w:val="00000010000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AE50D3">
            <w:pPr>
              <w:jc w:val="center"/>
              <w:cnfStyle w:val="00000010000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AE50D3">
            <w:pPr>
              <w:jc w:val="center"/>
              <w:cnfStyle w:val="00000010000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AE50D3">
            <w:pPr>
              <w:jc w:val="center"/>
              <w:cnfStyle w:val="00000010000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AE50D3">
            <w:pPr>
              <w:jc w:val="center"/>
              <w:cnfStyle w:val="000000100000"/>
            </w:pPr>
            <w:r w:rsidRPr="00391B9D">
              <w:t>Saturday</w:t>
            </w:r>
          </w:p>
        </w:tc>
      </w:tr>
      <w:tr w:rsidR="00284534" w:rsidRPr="00391B9D" w:rsidTr="00AE50D3">
        <w:trPr>
          <w:cnfStyle w:val="000000010000"/>
          <w:trHeight w:val="143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1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 w:rsidRPr="00391B9D">
              <w:t>2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 w:rsidRPr="00391B9D">
              <w:t>3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 w:rsidRPr="00391B9D">
              <w:t>4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 w:rsidRPr="00391B9D">
              <w:t>5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 w:rsidRPr="00391B9D">
              <w:t>6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 w:rsidRPr="00391B9D">
              <w:t>7</w:t>
            </w:r>
          </w:p>
        </w:tc>
      </w:tr>
      <w:tr w:rsidR="00284534" w:rsidRPr="00391B9D" w:rsidTr="00AE50D3">
        <w:trPr>
          <w:cnfStyle w:val="000000100000"/>
          <w:trHeight w:val="134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8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 w:rsidRPr="00391B9D">
              <w:t>9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 w:rsidRPr="00391B9D">
              <w:t>10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 w:rsidRPr="00391B9D">
              <w:t>11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 w:rsidRPr="00391B9D">
              <w:t>12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 w:rsidRPr="00391B9D">
              <w:t>13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 w:rsidRPr="00391B9D">
              <w:t>14</w:t>
            </w:r>
          </w:p>
        </w:tc>
      </w:tr>
      <w:tr w:rsidR="00284534" w:rsidRPr="00391B9D" w:rsidTr="00AE50D3">
        <w:trPr>
          <w:cnfStyle w:val="000000010000"/>
          <w:trHeight w:val="125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15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 w:rsidRPr="00391B9D">
              <w:t>16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 w:rsidRPr="00391B9D">
              <w:t>17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 w:rsidRPr="00391B9D">
              <w:t>18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 w:rsidRPr="00391B9D">
              <w:t>19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 w:rsidRPr="00391B9D">
              <w:t>20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 w:rsidRPr="00391B9D">
              <w:t>21</w:t>
            </w:r>
          </w:p>
        </w:tc>
      </w:tr>
      <w:tr w:rsidR="00284534" w:rsidRPr="00391B9D" w:rsidTr="00AE50D3">
        <w:trPr>
          <w:cnfStyle w:val="000000100000"/>
          <w:trHeight w:val="143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22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 w:rsidRPr="00391B9D">
              <w:t>23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 w:rsidRPr="00391B9D">
              <w:t>24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 w:rsidRPr="00391B9D">
              <w:t>25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 w:rsidRPr="00391B9D">
              <w:t>26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 w:rsidRPr="00391B9D">
              <w:t>27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 w:rsidRPr="00391B9D">
              <w:t>29</w:t>
            </w:r>
          </w:p>
        </w:tc>
      </w:tr>
      <w:tr w:rsidR="00284534" w:rsidRPr="00391B9D" w:rsidTr="00AE50D3">
        <w:trPr>
          <w:cnfStyle w:val="000000010000"/>
          <w:trHeight w:val="179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29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 w:rsidRPr="00391B9D">
              <w:t>30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 w:rsidRPr="00391B9D">
              <w:t>31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</w:tr>
    </w:tbl>
    <w:p w:rsidR="00284534" w:rsidRDefault="00284534" w:rsidP="00391B9D">
      <w:pPr>
        <w:sectPr w:rsidR="00284534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5"/>
        <w:tblW w:w="0" w:type="auto"/>
        <w:tblLook w:val="04A0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284534" w:rsidRPr="00391B9D" w:rsidTr="00A702DC">
        <w:trPr>
          <w:cnfStyle w:val="100000000000"/>
          <w:trHeight w:val="1160"/>
        </w:trPr>
        <w:tc>
          <w:tcPr>
            <w:cnfStyle w:val="001000000000"/>
            <w:tcW w:w="13176" w:type="dxa"/>
            <w:gridSpan w:val="7"/>
          </w:tcPr>
          <w:p w:rsidR="00284534" w:rsidRPr="00391B9D" w:rsidRDefault="00284534" w:rsidP="00AE50D3">
            <w:pPr>
              <w:jc w:val="center"/>
            </w:pPr>
            <w:r>
              <w:rPr>
                <w:sz w:val="96"/>
              </w:rPr>
              <w:lastRenderedPageBreak/>
              <w:t>June 2011</w:t>
            </w:r>
          </w:p>
        </w:tc>
      </w:tr>
      <w:tr w:rsidR="00284534" w:rsidRPr="00391B9D" w:rsidTr="00E051D6">
        <w:trPr>
          <w:cnfStyle w:val="000000100000"/>
          <w:trHeight w:val="530"/>
        </w:trPr>
        <w:tc>
          <w:tcPr>
            <w:cnfStyle w:val="001000000000"/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Saturday</w:t>
            </w:r>
          </w:p>
        </w:tc>
      </w:tr>
      <w:tr w:rsidR="00284534" w:rsidRPr="00391B9D" w:rsidTr="00A702DC">
        <w:trPr>
          <w:cnfStyle w:val="000000010000"/>
          <w:trHeight w:val="143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3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4</w:t>
            </w:r>
          </w:p>
        </w:tc>
      </w:tr>
      <w:tr w:rsidR="00284534" w:rsidRPr="00391B9D" w:rsidTr="00A702DC">
        <w:trPr>
          <w:cnfStyle w:val="000000100000"/>
          <w:trHeight w:val="134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5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6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7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8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9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10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11</w:t>
            </w:r>
          </w:p>
        </w:tc>
      </w:tr>
      <w:tr w:rsidR="00284534" w:rsidRPr="00391B9D" w:rsidTr="00A702DC">
        <w:trPr>
          <w:cnfStyle w:val="000000010000"/>
          <w:trHeight w:val="125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12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13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14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15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16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17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18</w:t>
            </w:r>
          </w:p>
        </w:tc>
      </w:tr>
      <w:tr w:rsidR="00284534" w:rsidRPr="00391B9D" w:rsidTr="00A702DC">
        <w:trPr>
          <w:cnfStyle w:val="000000100000"/>
          <w:trHeight w:val="143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19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20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21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22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23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24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25</w:t>
            </w:r>
          </w:p>
        </w:tc>
      </w:tr>
      <w:tr w:rsidR="00284534" w:rsidRPr="00391B9D" w:rsidTr="00A702DC">
        <w:trPr>
          <w:cnfStyle w:val="000000010000"/>
          <w:trHeight w:val="179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26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27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28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29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30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</w:tr>
    </w:tbl>
    <w:p w:rsidR="00284534" w:rsidRDefault="00284534" w:rsidP="00391B9D">
      <w:pPr>
        <w:sectPr w:rsidR="00284534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6"/>
        <w:tblW w:w="0" w:type="auto"/>
        <w:tblLook w:val="04A0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284534" w:rsidRPr="00391B9D" w:rsidTr="00A702DC">
        <w:trPr>
          <w:cnfStyle w:val="100000000000"/>
          <w:trHeight w:val="1160"/>
        </w:trPr>
        <w:tc>
          <w:tcPr>
            <w:cnfStyle w:val="001000000000"/>
            <w:tcW w:w="13176" w:type="dxa"/>
            <w:gridSpan w:val="7"/>
          </w:tcPr>
          <w:p w:rsidR="00284534" w:rsidRPr="00391B9D" w:rsidRDefault="00284534" w:rsidP="00AE50D3">
            <w:pPr>
              <w:jc w:val="center"/>
            </w:pPr>
            <w:r>
              <w:rPr>
                <w:sz w:val="96"/>
              </w:rPr>
              <w:lastRenderedPageBreak/>
              <w:t>July 2011</w:t>
            </w:r>
          </w:p>
        </w:tc>
      </w:tr>
      <w:tr w:rsidR="00284534" w:rsidRPr="00391B9D" w:rsidTr="00E051D6">
        <w:trPr>
          <w:cnfStyle w:val="000000100000"/>
          <w:trHeight w:val="530"/>
        </w:trPr>
        <w:tc>
          <w:tcPr>
            <w:cnfStyle w:val="001000000000"/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Saturday</w:t>
            </w:r>
          </w:p>
        </w:tc>
      </w:tr>
      <w:tr w:rsidR="00284534" w:rsidRPr="00391B9D" w:rsidTr="00A702DC">
        <w:trPr>
          <w:cnfStyle w:val="000000010000"/>
          <w:trHeight w:val="143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</w:t>
            </w:r>
          </w:p>
        </w:tc>
      </w:tr>
      <w:tr w:rsidR="00284534" w:rsidRPr="00391B9D" w:rsidTr="00A702DC">
        <w:trPr>
          <w:cnfStyle w:val="000000100000"/>
          <w:trHeight w:val="134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3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4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5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6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7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8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9</w:t>
            </w:r>
          </w:p>
        </w:tc>
      </w:tr>
      <w:tr w:rsidR="00284534" w:rsidRPr="00391B9D" w:rsidTr="00A702DC">
        <w:trPr>
          <w:cnfStyle w:val="000000010000"/>
          <w:trHeight w:val="125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10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11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12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13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14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15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16</w:t>
            </w:r>
          </w:p>
        </w:tc>
      </w:tr>
      <w:tr w:rsidR="00284534" w:rsidRPr="00391B9D" w:rsidTr="00A702DC">
        <w:trPr>
          <w:cnfStyle w:val="000000100000"/>
          <w:trHeight w:val="143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17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18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19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20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21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22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23</w:t>
            </w:r>
          </w:p>
        </w:tc>
      </w:tr>
      <w:tr w:rsidR="00284534" w:rsidRPr="00391B9D" w:rsidTr="00A702DC">
        <w:trPr>
          <w:cnfStyle w:val="000000010000"/>
          <w:trHeight w:val="893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24</w:t>
            </w:r>
          </w:p>
        </w:tc>
        <w:tc>
          <w:tcPr>
            <w:tcW w:w="1882" w:type="dxa"/>
            <w:vMerge w:val="restart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25</w:t>
            </w:r>
          </w:p>
        </w:tc>
        <w:tc>
          <w:tcPr>
            <w:tcW w:w="1882" w:type="dxa"/>
            <w:vMerge w:val="restart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26</w:t>
            </w:r>
          </w:p>
        </w:tc>
        <w:tc>
          <w:tcPr>
            <w:tcW w:w="1882" w:type="dxa"/>
            <w:vMerge w:val="restart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27</w:t>
            </w:r>
          </w:p>
        </w:tc>
        <w:tc>
          <w:tcPr>
            <w:tcW w:w="1882" w:type="dxa"/>
            <w:vMerge w:val="restart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28</w:t>
            </w:r>
          </w:p>
        </w:tc>
        <w:tc>
          <w:tcPr>
            <w:tcW w:w="1883" w:type="dxa"/>
            <w:vMerge w:val="restart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29</w:t>
            </w:r>
          </w:p>
        </w:tc>
        <w:tc>
          <w:tcPr>
            <w:tcW w:w="1883" w:type="dxa"/>
            <w:vMerge w:val="restart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30</w:t>
            </w:r>
          </w:p>
        </w:tc>
      </w:tr>
      <w:tr w:rsidR="00284534" w:rsidRPr="00391B9D" w:rsidTr="00A702DC">
        <w:trPr>
          <w:cnfStyle w:val="000000100000"/>
          <w:trHeight w:val="892"/>
        </w:trPr>
        <w:tc>
          <w:tcPr>
            <w:cnfStyle w:val="001000000000"/>
            <w:tcW w:w="1882" w:type="dxa"/>
          </w:tcPr>
          <w:p w:rsidR="00284534" w:rsidRDefault="00284534" w:rsidP="00AE50D3">
            <w:pPr>
              <w:jc w:val="right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31</w:t>
            </w:r>
          </w:p>
        </w:tc>
        <w:tc>
          <w:tcPr>
            <w:tcW w:w="1882" w:type="dxa"/>
            <w:vMerge/>
          </w:tcPr>
          <w:p w:rsidR="00284534" w:rsidRDefault="00284534" w:rsidP="00AE50D3">
            <w:pPr>
              <w:jc w:val="right"/>
              <w:cnfStyle w:val="000000100000"/>
            </w:pPr>
          </w:p>
        </w:tc>
        <w:tc>
          <w:tcPr>
            <w:tcW w:w="1882" w:type="dxa"/>
            <w:vMerge/>
          </w:tcPr>
          <w:p w:rsidR="00284534" w:rsidRDefault="00284534" w:rsidP="00AE50D3">
            <w:pPr>
              <w:jc w:val="right"/>
              <w:cnfStyle w:val="000000100000"/>
            </w:pPr>
          </w:p>
        </w:tc>
        <w:tc>
          <w:tcPr>
            <w:tcW w:w="1882" w:type="dxa"/>
            <w:vMerge/>
          </w:tcPr>
          <w:p w:rsidR="00284534" w:rsidRDefault="00284534" w:rsidP="00AE50D3">
            <w:pPr>
              <w:jc w:val="right"/>
              <w:cnfStyle w:val="000000100000"/>
            </w:pPr>
          </w:p>
        </w:tc>
        <w:tc>
          <w:tcPr>
            <w:tcW w:w="1882" w:type="dxa"/>
            <w:vMerge/>
          </w:tcPr>
          <w:p w:rsidR="00284534" w:rsidRDefault="00284534" w:rsidP="00AE50D3">
            <w:pPr>
              <w:jc w:val="right"/>
              <w:cnfStyle w:val="000000100000"/>
            </w:pPr>
          </w:p>
        </w:tc>
        <w:tc>
          <w:tcPr>
            <w:tcW w:w="1883" w:type="dxa"/>
            <w:vMerge/>
          </w:tcPr>
          <w:p w:rsidR="00284534" w:rsidRDefault="00284534" w:rsidP="00AE50D3">
            <w:pPr>
              <w:jc w:val="right"/>
              <w:cnfStyle w:val="000000100000"/>
            </w:pPr>
          </w:p>
        </w:tc>
        <w:tc>
          <w:tcPr>
            <w:tcW w:w="1883" w:type="dxa"/>
            <w:vMerge/>
          </w:tcPr>
          <w:p w:rsidR="00284534" w:rsidRDefault="00284534" w:rsidP="00AE50D3">
            <w:pPr>
              <w:jc w:val="right"/>
              <w:cnfStyle w:val="000000100000"/>
            </w:pPr>
          </w:p>
        </w:tc>
      </w:tr>
    </w:tbl>
    <w:p w:rsidR="00284534" w:rsidRDefault="00284534" w:rsidP="00391B9D">
      <w:pPr>
        <w:sectPr w:rsidR="00284534" w:rsidSect="00391B9D">
          <w:pgSz w:w="15840" w:h="12240" w:orient="landscape" w:code="1"/>
          <w:pgMar w:top="1440" w:right="1080" w:bottom="1080" w:left="1440" w:header="720" w:footer="720" w:gutter="0"/>
          <w:cols w:space="720"/>
          <w:vAlign w:val="center"/>
          <w:docGrid w:linePitch="360"/>
        </w:sectPr>
      </w:pPr>
    </w:p>
    <w:tbl>
      <w:tblPr>
        <w:tblStyle w:val="LightGrid-Accent1"/>
        <w:tblW w:w="0" w:type="auto"/>
        <w:tblLook w:val="04A0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284534" w:rsidRPr="00391B9D" w:rsidTr="00A702DC">
        <w:trPr>
          <w:cnfStyle w:val="100000000000"/>
          <w:trHeight w:val="1160"/>
        </w:trPr>
        <w:tc>
          <w:tcPr>
            <w:cnfStyle w:val="001000000000"/>
            <w:tcW w:w="13176" w:type="dxa"/>
            <w:gridSpan w:val="7"/>
          </w:tcPr>
          <w:p w:rsidR="00284534" w:rsidRPr="00391B9D" w:rsidRDefault="00284534" w:rsidP="00AE50D3">
            <w:pPr>
              <w:jc w:val="center"/>
            </w:pPr>
            <w:r>
              <w:rPr>
                <w:sz w:val="96"/>
              </w:rPr>
              <w:lastRenderedPageBreak/>
              <w:t>August 2011</w:t>
            </w:r>
          </w:p>
        </w:tc>
      </w:tr>
      <w:tr w:rsidR="00284534" w:rsidRPr="00391B9D" w:rsidTr="00E051D6">
        <w:trPr>
          <w:cnfStyle w:val="000000100000"/>
          <w:trHeight w:val="530"/>
        </w:trPr>
        <w:tc>
          <w:tcPr>
            <w:cnfStyle w:val="001000000000"/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rPr>
                <w:rFonts w:asciiTheme="minorHAnsi" w:hAnsiTheme="minorHAnsi" w:cstheme="minorHAnsi"/>
                <w:b w:val="0"/>
              </w:rPr>
            </w:pPr>
            <w:r w:rsidRPr="00391B9D">
              <w:rPr>
                <w:rFonts w:asciiTheme="minorHAnsi" w:hAnsiTheme="minorHAnsi" w:cstheme="minorHAnsi"/>
                <w:b w:val="0"/>
              </w:rPr>
              <w:t>Sunday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Monday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Tuesday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Wednesday</w:t>
            </w:r>
          </w:p>
        </w:tc>
        <w:tc>
          <w:tcPr>
            <w:tcW w:w="1882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Thursday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Friday</w:t>
            </w:r>
          </w:p>
        </w:tc>
        <w:tc>
          <w:tcPr>
            <w:tcW w:w="1883" w:type="dxa"/>
            <w:vAlign w:val="center"/>
          </w:tcPr>
          <w:p w:rsidR="00284534" w:rsidRPr="00391B9D" w:rsidRDefault="00284534" w:rsidP="00E051D6">
            <w:pPr>
              <w:jc w:val="center"/>
              <w:cnfStyle w:val="000000100000"/>
            </w:pPr>
            <w:r w:rsidRPr="00391B9D">
              <w:t>Saturday</w:t>
            </w:r>
          </w:p>
        </w:tc>
      </w:tr>
      <w:tr w:rsidR="00284534" w:rsidRPr="00391B9D" w:rsidTr="00A702DC">
        <w:trPr>
          <w:cnfStyle w:val="000000010000"/>
          <w:trHeight w:val="143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3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4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5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6</w:t>
            </w:r>
          </w:p>
        </w:tc>
      </w:tr>
      <w:tr w:rsidR="00284534" w:rsidRPr="00391B9D" w:rsidTr="00A702DC">
        <w:trPr>
          <w:cnfStyle w:val="000000100000"/>
          <w:trHeight w:val="134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7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8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9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10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11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12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13</w:t>
            </w:r>
          </w:p>
        </w:tc>
      </w:tr>
      <w:tr w:rsidR="00284534" w:rsidRPr="00391B9D" w:rsidTr="00A702DC">
        <w:trPr>
          <w:cnfStyle w:val="000000010000"/>
          <w:trHeight w:val="125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14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15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16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17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18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19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20</w:t>
            </w:r>
          </w:p>
        </w:tc>
      </w:tr>
      <w:tr w:rsidR="00284534" w:rsidRPr="00391B9D" w:rsidTr="00A702DC">
        <w:trPr>
          <w:cnfStyle w:val="000000100000"/>
          <w:trHeight w:val="143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21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22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23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24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25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26</w:t>
            </w: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100000"/>
            </w:pPr>
            <w:r>
              <w:t>27</w:t>
            </w:r>
          </w:p>
        </w:tc>
      </w:tr>
      <w:tr w:rsidR="00284534" w:rsidRPr="00391B9D" w:rsidTr="00A702DC">
        <w:trPr>
          <w:cnfStyle w:val="000000010000"/>
          <w:trHeight w:val="1790"/>
        </w:trPr>
        <w:tc>
          <w:tcPr>
            <w:cnfStyle w:val="001000000000"/>
            <w:tcW w:w="1882" w:type="dxa"/>
          </w:tcPr>
          <w:p w:rsidR="00284534" w:rsidRPr="00391B9D" w:rsidRDefault="00284534" w:rsidP="00AE50D3">
            <w:pPr>
              <w:jc w:val="righ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28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29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30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  <w:r>
              <w:t>31</w:t>
            </w:r>
          </w:p>
        </w:tc>
        <w:tc>
          <w:tcPr>
            <w:tcW w:w="1882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  <w:tc>
          <w:tcPr>
            <w:tcW w:w="1883" w:type="dxa"/>
          </w:tcPr>
          <w:p w:rsidR="00284534" w:rsidRPr="00391B9D" w:rsidRDefault="00284534" w:rsidP="00AE50D3">
            <w:pPr>
              <w:jc w:val="right"/>
              <w:cnfStyle w:val="000000010000"/>
            </w:pPr>
          </w:p>
        </w:tc>
      </w:tr>
    </w:tbl>
    <w:p w:rsidR="00A063C7" w:rsidRDefault="00470CC8" w:rsidP="00391B9D"/>
    <w:sectPr w:rsidR="00A063C7" w:rsidSect="00391B9D">
      <w:pgSz w:w="15840" w:h="12240" w:orient="landscape" w:code="1"/>
      <w:pgMar w:top="1440" w:right="1080" w:bottom="108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470CC8"/>
    <w:rsid w:val="00284534"/>
    <w:rsid w:val="00391B9D"/>
    <w:rsid w:val="00470CC8"/>
    <w:rsid w:val="004E22D7"/>
    <w:rsid w:val="00A702DC"/>
    <w:rsid w:val="00E051D6"/>
    <w:rsid w:val="00E40691"/>
    <w:rsid w:val="00F92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B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4">
    <w:name w:val="Light Grid Accent 4"/>
    <w:basedOn w:val="TableNormal"/>
    <w:uiPriority w:val="62"/>
    <w:rsid w:val="00391B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2">
    <w:name w:val="Light Grid Accent 2"/>
    <w:basedOn w:val="TableNormal"/>
    <w:uiPriority w:val="62"/>
    <w:rsid w:val="00A702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6">
    <w:name w:val="Light Grid Accent 6"/>
    <w:basedOn w:val="TableNormal"/>
    <w:uiPriority w:val="62"/>
    <w:rsid w:val="00A702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Grid-Accent3">
    <w:name w:val="Light Grid Accent 3"/>
    <w:basedOn w:val="TableNormal"/>
    <w:uiPriority w:val="62"/>
    <w:rsid w:val="00A702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5">
    <w:name w:val="Light Grid Accent 5"/>
    <w:basedOn w:val="TableNormal"/>
    <w:uiPriority w:val="62"/>
    <w:rsid w:val="00A702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1">
    <w:name w:val="Light Grid Accent 1"/>
    <w:basedOn w:val="TableNormal"/>
    <w:uiPriority w:val="62"/>
    <w:rsid w:val="00A702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Application%20Data\Microsoft\Templates\TP101941528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C5F2D-5268-48C8-B3DF-3B560C8B23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785947-09BD-44EB-B46A-50C380A50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TP101941528_template</Template>
  <TotalTime>8</TotalTime>
  <Pages>14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2010-09-13T02:31:00Z</dcterms:created>
  <dcterms:modified xsi:type="dcterms:W3CDTF">2010-09-13T02:39:00Z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TC101941529</vt:lpwstr>
  </property>
</Properties>
</file>